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FBAD1DA" w:rsidR="00C459E9" w:rsidRPr="004703E6" w:rsidRDefault="008C5154" w:rsidP="00C459E9">
      <w:pPr>
        <w:jc w:val="right"/>
        <w:rPr>
          <w:bCs/>
        </w:rPr>
      </w:pPr>
      <w:r>
        <w:rPr>
          <w:bCs/>
          <w:sz w:val="22"/>
          <w:szCs w:val="22"/>
        </w:rPr>
        <w:t xml:space="preserve">                         </w:t>
      </w:r>
      <w:r w:rsidR="00C459E9" w:rsidRPr="004703E6">
        <w:rPr>
          <w:bCs/>
        </w:rPr>
        <w:t>Приложение №</w:t>
      </w:r>
      <w:r w:rsidR="00026CC3">
        <w:rPr>
          <w:bCs/>
        </w:rPr>
        <w:t>8</w:t>
      </w:r>
      <w:r w:rsidR="00C459E9" w:rsidRPr="004703E6">
        <w:rPr>
          <w:bCs/>
        </w:rPr>
        <w:t xml:space="preserve"> к договору №</w:t>
      </w:r>
      <w:r w:rsidR="00F37D37" w:rsidRPr="004703E6">
        <w:rPr>
          <w:bCs/>
        </w:rPr>
        <w:t xml:space="preserve"> от </w:t>
      </w:r>
      <w:r w:rsidR="008B6B1D">
        <w:rPr>
          <w:bCs/>
        </w:rPr>
        <w:t>___________</w:t>
      </w:r>
    </w:p>
    <w:p w14:paraId="0F35177C" w14:textId="77777777" w:rsidR="00C459E9" w:rsidRPr="004703E6" w:rsidRDefault="00C459E9" w:rsidP="005846E7">
      <w:pPr>
        <w:jc w:val="center"/>
        <w:rPr>
          <w:b/>
          <w:bCs/>
        </w:rPr>
      </w:pPr>
    </w:p>
    <w:p w14:paraId="12226FC6" w14:textId="77777777" w:rsidR="0082342F" w:rsidRPr="004703E6" w:rsidRDefault="009C127E" w:rsidP="005846E7">
      <w:pPr>
        <w:jc w:val="center"/>
        <w:rPr>
          <w:b/>
          <w:bCs/>
        </w:rPr>
      </w:pPr>
      <w:r w:rsidRPr="004703E6">
        <w:rPr>
          <w:b/>
          <w:bCs/>
        </w:rPr>
        <w:t>СОГЛАШЕНИЕ</w:t>
      </w:r>
      <w:r w:rsidR="00C459E9" w:rsidRPr="004703E6">
        <w:rPr>
          <w:b/>
          <w:bCs/>
        </w:rPr>
        <w:t xml:space="preserve"> </w:t>
      </w:r>
    </w:p>
    <w:p w14:paraId="3A9DEA4A" w14:textId="403ED7E5" w:rsidR="008B775A" w:rsidRPr="004703E6" w:rsidRDefault="00C459E9" w:rsidP="005846E7">
      <w:pPr>
        <w:jc w:val="center"/>
        <w:rPr>
          <w:b/>
          <w:bCs/>
        </w:rPr>
      </w:pPr>
      <w:r w:rsidRPr="004703E6">
        <w:rPr>
          <w:b/>
          <w:bCs/>
        </w:rPr>
        <w:t>«О</w:t>
      </w:r>
      <w:r w:rsidR="00801411" w:rsidRPr="004703E6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4703E6">
        <w:rPr>
          <w:b/>
          <w:bCs/>
        </w:rPr>
        <w:t>ов</w:t>
      </w:r>
      <w:r w:rsidR="00801411" w:rsidRPr="004703E6">
        <w:rPr>
          <w:b/>
          <w:bCs/>
        </w:rPr>
        <w:t xml:space="preserve"> организаций-контрагентов»  </w:t>
      </w:r>
      <w:r w:rsidRPr="004703E6">
        <w:rPr>
          <w:b/>
          <w:bCs/>
        </w:rPr>
        <w:t xml:space="preserve"> </w:t>
      </w:r>
    </w:p>
    <w:p w14:paraId="3244F45D" w14:textId="3255EA5E" w:rsidR="00925A8A" w:rsidRPr="004703E6" w:rsidRDefault="00925A8A" w:rsidP="005846E7">
      <w:pPr>
        <w:jc w:val="center"/>
        <w:rPr>
          <w:b/>
          <w:bCs/>
        </w:rPr>
      </w:pPr>
    </w:p>
    <w:p w14:paraId="155EE2FB" w14:textId="77777777" w:rsidR="00752416" w:rsidRDefault="00752416" w:rsidP="00752416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г. Иркутск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_________</w:t>
      </w:r>
    </w:p>
    <w:p w14:paraId="743678BE" w14:textId="77777777" w:rsidR="00752416" w:rsidRDefault="00752416" w:rsidP="00752416">
      <w:pPr>
        <w:jc w:val="both"/>
      </w:pPr>
      <w:r>
        <w:t xml:space="preserve">                      </w:t>
      </w:r>
    </w:p>
    <w:p w14:paraId="68C30EC0" w14:textId="77777777" w:rsidR="00752416" w:rsidRDefault="00752416" w:rsidP="00752416">
      <w:pPr>
        <w:jc w:val="both"/>
      </w:pPr>
      <w:r>
        <w:t xml:space="preserve">  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№120 от 01.04.2022, с одной стороны, и,  </w:t>
      </w:r>
    </w:p>
    <w:p w14:paraId="1E19D42A" w14:textId="77777777" w:rsidR="00752416" w:rsidRDefault="00752416" w:rsidP="00752416">
      <w:pPr>
        <w:jc w:val="both"/>
      </w:pPr>
      <w:r>
        <w:t xml:space="preserve">ХХХ (ХХХ), именуемое в </w:t>
      </w:r>
      <w:proofErr w:type="gramStart"/>
      <w:r>
        <w:t>дальнейшем  «</w:t>
      </w:r>
      <w:proofErr w:type="gramEnd"/>
      <w:r>
        <w:t>Исполнитель», в лице ____</w:t>
      </w:r>
      <w:proofErr w:type="spellStart"/>
      <w:r>
        <w:t>ющего</w:t>
      </w:r>
      <w:proofErr w:type="spellEnd"/>
      <w:r>
        <w:t xml:space="preserve"> на основании Устава Общества,  с другой  стороны,  вместе и по отдельности,  именуемые в дальнейшем «Стороны», заключили настоящее соглашение  о  нижеследующем: </w:t>
      </w:r>
    </w:p>
    <w:p w14:paraId="5773C206" w14:textId="77777777" w:rsidR="009475B0" w:rsidRPr="004703E6" w:rsidRDefault="009475B0" w:rsidP="005846E7">
      <w:pPr>
        <w:jc w:val="center"/>
      </w:pPr>
      <w:bookmarkStart w:id="0" w:name="_GoBack"/>
      <w:bookmarkEnd w:id="0"/>
    </w:p>
    <w:p w14:paraId="7FDA2392" w14:textId="7E69515D" w:rsidR="00801411" w:rsidRPr="004703E6" w:rsidRDefault="00801411" w:rsidP="00801411">
      <w:pPr>
        <w:pStyle w:val="ad"/>
        <w:ind w:firstLine="540"/>
      </w:pPr>
      <w:r w:rsidRPr="004703E6">
        <w:t>1.</w:t>
      </w:r>
      <w:r w:rsidRPr="004703E6">
        <w:tab/>
        <w:t>При исполнении своих обязательств по договору,</w:t>
      </w:r>
      <w:r w:rsidR="00AC1918" w:rsidRPr="004703E6">
        <w:t xml:space="preserve"> Исполнитель</w:t>
      </w:r>
      <w:r w:rsidRPr="004703E6">
        <w:t xml:space="preserve"> обязуется обеспечить каждого своего сотрудника, </w:t>
      </w:r>
      <w:proofErr w:type="gramStart"/>
      <w:r w:rsidRPr="004703E6">
        <w:t xml:space="preserve">который  </w:t>
      </w:r>
      <w:r w:rsidR="005277FE" w:rsidRPr="004703E6">
        <w:t>оказывает</w:t>
      </w:r>
      <w:proofErr w:type="gramEnd"/>
      <w:r w:rsidR="005277FE" w:rsidRPr="004703E6">
        <w:t xml:space="preserve"> услуги </w:t>
      </w:r>
      <w:r w:rsidRPr="004703E6">
        <w:t xml:space="preserve"> в производственны</w:t>
      </w:r>
      <w:r w:rsidR="00AC1918" w:rsidRPr="004703E6">
        <w:t>х</w:t>
      </w:r>
      <w:r w:rsidRPr="004703E6">
        <w:t xml:space="preserve"> помещения</w:t>
      </w:r>
      <w:r w:rsidR="00AC1918" w:rsidRPr="004703E6">
        <w:t>х</w:t>
      </w:r>
      <w:r w:rsidRPr="004703E6">
        <w:t xml:space="preserve"> и на открыт</w:t>
      </w:r>
      <w:r w:rsidR="00AC1918" w:rsidRPr="004703E6">
        <w:t>ой</w:t>
      </w:r>
      <w:r w:rsidRPr="004703E6">
        <w:t xml:space="preserve"> площадк</w:t>
      </w:r>
      <w:r w:rsidR="00AC1918" w:rsidRPr="004703E6">
        <w:t>е</w:t>
      </w:r>
      <w:r w:rsidRPr="004703E6">
        <w:t xml:space="preserve"> на предприятии Заказчика</w:t>
      </w:r>
      <w:r w:rsidR="005277FE" w:rsidRPr="004703E6">
        <w:t xml:space="preserve"> следующими средствами индивидуальной защиты</w:t>
      </w:r>
      <w:r w:rsidRPr="004703E6">
        <w:t>:</w:t>
      </w:r>
    </w:p>
    <w:p w14:paraId="6E938ECC" w14:textId="0D7F7181" w:rsidR="00801411" w:rsidRPr="004703E6" w:rsidRDefault="00801411" w:rsidP="00801411">
      <w:pPr>
        <w:pStyle w:val="ad"/>
        <w:ind w:firstLine="540"/>
      </w:pPr>
      <w:r w:rsidRPr="004703E6">
        <w:t>- Костюм для защиты от общих производственных загрязнений и механических воздействий (с нанесенным на спине логотипом и наименованием</w:t>
      </w:r>
      <w:r w:rsidR="00D14925" w:rsidRPr="004703E6">
        <w:t xml:space="preserve"> Исполнителя</w:t>
      </w:r>
      <w:r w:rsidRPr="004703E6">
        <w:t xml:space="preserve"> длиной не менее 20 см)</w:t>
      </w:r>
      <w:r w:rsidR="005277FE" w:rsidRPr="004703E6">
        <w:t>;</w:t>
      </w:r>
    </w:p>
    <w:p w14:paraId="2DDA2491" w14:textId="6B2EBCF6" w:rsidR="00801411" w:rsidRPr="004703E6" w:rsidRDefault="00801411" w:rsidP="00801411">
      <w:pPr>
        <w:pStyle w:val="ad"/>
        <w:ind w:firstLine="540"/>
      </w:pPr>
      <w:r w:rsidRPr="004703E6">
        <w:t xml:space="preserve">- Ботинки кожаные/Сапоги кожаные с защитным </w:t>
      </w:r>
      <w:proofErr w:type="spellStart"/>
      <w:r w:rsidRPr="004703E6">
        <w:t>подноском</w:t>
      </w:r>
      <w:proofErr w:type="spellEnd"/>
      <w:r w:rsidR="005277FE" w:rsidRPr="004703E6">
        <w:t>;</w:t>
      </w:r>
    </w:p>
    <w:p w14:paraId="24B99D47" w14:textId="425EA4F1" w:rsidR="00801411" w:rsidRPr="004703E6" w:rsidRDefault="00801411" w:rsidP="00801411">
      <w:pPr>
        <w:pStyle w:val="ad"/>
        <w:ind w:firstLine="540"/>
      </w:pPr>
      <w:r w:rsidRPr="004703E6">
        <w:t>- Каска защитная с подбородочным ремнем</w:t>
      </w:r>
      <w:r w:rsidR="005277FE" w:rsidRPr="004703E6">
        <w:t>;</w:t>
      </w:r>
    </w:p>
    <w:p w14:paraId="7FD37505" w14:textId="752CAEE4" w:rsidR="00801411" w:rsidRPr="004703E6" w:rsidRDefault="00801411" w:rsidP="00801411">
      <w:pPr>
        <w:pStyle w:val="ad"/>
        <w:ind w:firstLine="540"/>
      </w:pPr>
      <w:r w:rsidRPr="004703E6">
        <w:t xml:space="preserve">- Наушники </w:t>
      </w:r>
      <w:proofErr w:type="spellStart"/>
      <w:r w:rsidRPr="004703E6">
        <w:t>противошумные</w:t>
      </w:r>
      <w:proofErr w:type="spellEnd"/>
      <w:r w:rsidRPr="004703E6">
        <w:t xml:space="preserve"> или Вкладыши </w:t>
      </w:r>
      <w:proofErr w:type="spellStart"/>
      <w:r w:rsidRPr="004703E6">
        <w:t>противошумные</w:t>
      </w:r>
      <w:proofErr w:type="spellEnd"/>
      <w:r w:rsidR="005277FE" w:rsidRPr="004703E6">
        <w:t>;</w:t>
      </w:r>
    </w:p>
    <w:p w14:paraId="6E3D44EA" w14:textId="071F2B3F" w:rsidR="00801411" w:rsidRPr="004703E6" w:rsidRDefault="00801411" w:rsidP="00801411">
      <w:pPr>
        <w:pStyle w:val="ad"/>
        <w:ind w:firstLine="540"/>
      </w:pPr>
      <w:r w:rsidRPr="004703E6">
        <w:t>- Перчатки с полимерным покрытием</w:t>
      </w:r>
      <w:r w:rsidR="005277FE" w:rsidRPr="004703E6">
        <w:t>;</w:t>
      </w:r>
    </w:p>
    <w:p w14:paraId="3F89A7D7" w14:textId="40DB7B1A" w:rsidR="00801411" w:rsidRPr="004703E6" w:rsidRDefault="00801411" w:rsidP="00801411">
      <w:pPr>
        <w:pStyle w:val="ad"/>
        <w:ind w:firstLine="540"/>
      </w:pPr>
      <w:r w:rsidRPr="004703E6">
        <w:t>- Жилет сигнальный 2 класса защиты</w:t>
      </w:r>
      <w:r w:rsidR="005277FE" w:rsidRPr="004703E6">
        <w:t>;</w:t>
      </w:r>
    </w:p>
    <w:p w14:paraId="1EF8AD10" w14:textId="11C5D64E" w:rsidR="00801411" w:rsidRPr="004703E6" w:rsidRDefault="00801411" w:rsidP="00801411">
      <w:pPr>
        <w:pStyle w:val="ad"/>
        <w:ind w:firstLine="540"/>
      </w:pPr>
      <w:r w:rsidRPr="004703E6">
        <w:t>- Очки защитные</w:t>
      </w:r>
      <w:r w:rsidR="005277FE" w:rsidRPr="004703E6">
        <w:t>.</w:t>
      </w:r>
    </w:p>
    <w:p w14:paraId="4513FD01" w14:textId="72C47346" w:rsidR="00801411" w:rsidRPr="004703E6" w:rsidRDefault="005277FE" w:rsidP="00801411">
      <w:pPr>
        <w:pStyle w:val="ad"/>
        <w:ind w:firstLine="540"/>
      </w:pPr>
      <w:r w:rsidRPr="004703E6">
        <w:t xml:space="preserve">2. </w:t>
      </w:r>
      <w:proofErr w:type="gramStart"/>
      <w:r w:rsidRPr="004703E6">
        <w:t xml:space="preserve">При </w:t>
      </w:r>
      <w:r w:rsidR="00801411" w:rsidRPr="004703E6">
        <w:t xml:space="preserve"> </w:t>
      </w:r>
      <w:r w:rsidRPr="004703E6">
        <w:t>оказании</w:t>
      </w:r>
      <w:proofErr w:type="gramEnd"/>
      <w:r w:rsidRPr="004703E6">
        <w:t xml:space="preserve"> услуг сотрудниками </w:t>
      </w:r>
      <w:r w:rsidR="00AC1918" w:rsidRPr="004703E6">
        <w:t>Исполнителя</w:t>
      </w:r>
      <w:r w:rsidR="00801411" w:rsidRPr="004703E6">
        <w:t xml:space="preserve"> имеющих специфические риски (</w:t>
      </w:r>
      <w:proofErr w:type="spellStart"/>
      <w:r w:rsidR="00801411" w:rsidRPr="004703E6">
        <w:t>электродуга</w:t>
      </w:r>
      <w:proofErr w:type="spellEnd"/>
      <w:r w:rsidR="00801411" w:rsidRPr="004703E6">
        <w:t xml:space="preserve">, запыленность, контакт с опасными химическими веществами </w:t>
      </w:r>
      <w:proofErr w:type="spellStart"/>
      <w:r w:rsidR="00801411" w:rsidRPr="004703E6">
        <w:t>итд</w:t>
      </w:r>
      <w:proofErr w:type="spellEnd"/>
      <w:r w:rsidR="00801411" w:rsidRPr="004703E6">
        <w:t>),</w:t>
      </w:r>
      <w:r w:rsidR="00F235F4" w:rsidRPr="004703E6">
        <w:t xml:space="preserve"> </w:t>
      </w:r>
      <w:r w:rsidR="00AC1918" w:rsidRPr="004703E6">
        <w:t>Исполнитель</w:t>
      </w:r>
      <w:r w:rsidR="00F235F4" w:rsidRPr="004703E6">
        <w:t xml:space="preserve"> обязуется обеспечить каждого своего сотрудника</w:t>
      </w:r>
      <w:r w:rsidR="00801411" w:rsidRPr="004703E6">
        <w:t xml:space="preserve"> соответ</w:t>
      </w:r>
      <w:r w:rsidR="00F235F4" w:rsidRPr="004703E6">
        <w:t>ствующими  средствами  индивидуальной защиты.</w:t>
      </w:r>
    </w:p>
    <w:p w14:paraId="2ADDE010" w14:textId="59E13B13" w:rsidR="00801411" w:rsidRPr="004703E6" w:rsidRDefault="00F235F4" w:rsidP="00801411">
      <w:pPr>
        <w:pStyle w:val="ad"/>
        <w:ind w:firstLine="540"/>
      </w:pPr>
      <w:r w:rsidRPr="004703E6">
        <w:t>3</w:t>
      </w:r>
      <w:r w:rsidR="005277FE" w:rsidRPr="004703E6">
        <w:t xml:space="preserve">. </w:t>
      </w:r>
      <w:r w:rsidR="00801411" w:rsidRPr="004703E6">
        <w:t>В период действия эпидемиологических ограничений</w:t>
      </w:r>
      <w:r w:rsidR="005277FE" w:rsidRPr="004703E6">
        <w:t xml:space="preserve">, связанных с распространением </w:t>
      </w:r>
      <w:proofErr w:type="spellStart"/>
      <w:r w:rsidR="005277FE" w:rsidRPr="004703E6">
        <w:t>коронавирусной</w:t>
      </w:r>
      <w:proofErr w:type="spellEnd"/>
      <w:r w:rsidR="005277FE" w:rsidRPr="004703E6">
        <w:t xml:space="preserve"> инфекции (COVID-19</w:t>
      </w:r>
      <w:proofErr w:type="gramStart"/>
      <w:r w:rsidR="005277FE" w:rsidRPr="004703E6">
        <w:t>)</w:t>
      </w:r>
      <w:r w:rsidR="00801411" w:rsidRPr="004703E6">
        <w:t xml:space="preserve"> </w:t>
      </w:r>
      <w:r w:rsidR="005277FE" w:rsidRPr="004703E6">
        <w:t xml:space="preserve"> </w:t>
      </w:r>
      <w:r w:rsidR="00AC1918" w:rsidRPr="004703E6">
        <w:t>Исполнитель</w:t>
      </w:r>
      <w:proofErr w:type="gramEnd"/>
      <w:r w:rsidR="005277FE" w:rsidRPr="004703E6">
        <w:t xml:space="preserve"> обязуется  </w:t>
      </w:r>
      <w:r w:rsidR="00801411" w:rsidRPr="004703E6">
        <w:t>дополнительно</w:t>
      </w:r>
      <w:r w:rsidR="005277FE" w:rsidRPr="004703E6">
        <w:t xml:space="preserve"> обеспечить каждого своего сотрудника, который  оказывает услуги  в производственны</w:t>
      </w:r>
      <w:r w:rsidR="00AC1918" w:rsidRPr="004703E6">
        <w:t>х</w:t>
      </w:r>
      <w:r w:rsidR="005277FE" w:rsidRPr="004703E6">
        <w:t xml:space="preserve"> помещения</w:t>
      </w:r>
      <w:r w:rsidR="00AC1918" w:rsidRPr="004703E6">
        <w:t>х</w:t>
      </w:r>
      <w:r w:rsidR="005277FE" w:rsidRPr="004703E6">
        <w:t xml:space="preserve"> и на открыты</w:t>
      </w:r>
      <w:r w:rsidR="00AC1918" w:rsidRPr="004703E6">
        <w:t>х</w:t>
      </w:r>
      <w:r w:rsidR="005277FE" w:rsidRPr="004703E6">
        <w:t xml:space="preserve"> площадк</w:t>
      </w:r>
      <w:r w:rsidR="00AC1918" w:rsidRPr="004703E6">
        <w:t xml:space="preserve">ах </w:t>
      </w:r>
      <w:r w:rsidR="005277FE" w:rsidRPr="004703E6">
        <w:t>на предприятии Заказчика следующими средствами индивидуальной защиты</w:t>
      </w:r>
      <w:r w:rsidR="00801411" w:rsidRPr="004703E6">
        <w:t>:</w:t>
      </w:r>
    </w:p>
    <w:p w14:paraId="1CE99158" w14:textId="3FAD51AE" w:rsidR="00801411" w:rsidRPr="004703E6" w:rsidRDefault="00801411" w:rsidP="00801411">
      <w:pPr>
        <w:pStyle w:val="ad"/>
        <w:ind w:firstLine="540"/>
      </w:pPr>
      <w:r w:rsidRPr="004703E6">
        <w:t xml:space="preserve">-Маска медицинская из расчета 1 </w:t>
      </w:r>
      <w:proofErr w:type="spellStart"/>
      <w:r w:rsidRPr="004703E6">
        <w:t>шт</w:t>
      </w:r>
      <w:proofErr w:type="spellEnd"/>
      <w:r w:rsidRPr="004703E6">
        <w:t xml:space="preserve"> на каждые 2 часа пребывания на предприятии (или респиратор не ниже FFP2 из расчета 1 </w:t>
      </w:r>
      <w:proofErr w:type="spellStart"/>
      <w:r w:rsidRPr="004703E6">
        <w:t>шт</w:t>
      </w:r>
      <w:proofErr w:type="spellEnd"/>
      <w:r w:rsidRPr="004703E6">
        <w:t xml:space="preserve"> на смену)</w:t>
      </w:r>
      <w:r w:rsidR="005277FE" w:rsidRPr="004703E6">
        <w:t>;</w:t>
      </w:r>
    </w:p>
    <w:p w14:paraId="4779940A" w14:textId="25AA9BAB" w:rsidR="00801411" w:rsidRPr="004703E6" w:rsidRDefault="00801411" w:rsidP="00801411">
      <w:pPr>
        <w:pStyle w:val="ad"/>
        <w:ind w:firstLine="540"/>
      </w:pPr>
      <w:r w:rsidRPr="004703E6">
        <w:t xml:space="preserve">-Перчатки </w:t>
      </w:r>
      <w:proofErr w:type="spellStart"/>
      <w:r w:rsidRPr="004703E6">
        <w:t>нитриловые</w:t>
      </w:r>
      <w:proofErr w:type="spellEnd"/>
      <w:r w:rsidRPr="004703E6">
        <w:t xml:space="preserve"> одноразовые из расчета 2 </w:t>
      </w:r>
      <w:proofErr w:type="spellStart"/>
      <w:r w:rsidRPr="004703E6">
        <w:t>шт</w:t>
      </w:r>
      <w:proofErr w:type="spellEnd"/>
      <w:r w:rsidRPr="004703E6">
        <w:t xml:space="preserve"> на смену</w:t>
      </w:r>
      <w:r w:rsidR="005277FE" w:rsidRPr="004703E6">
        <w:t>;</w:t>
      </w:r>
    </w:p>
    <w:p w14:paraId="3E57779A" w14:textId="389DA541" w:rsidR="00801411" w:rsidRPr="004703E6" w:rsidRDefault="00801411" w:rsidP="00801411">
      <w:pPr>
        <w:pStyle w:val="ad"/>
        <w:ind w:firstLine="540"/>
      </w:pPr>
      <w:r w:rsidRPr="004703E6">
        <w:t>-</w:t>
      </w:r>
      <w:proofErr w:type="spellStart"/>
      <w:r w:rsidRPr="004703E6">
        <w:t>Санитайзер</w:t>
      </w:r>
      <w:proofErr w:type="spellEnd"/>
      <w:r w:rsidRPr="004703E6">
        <w:t xml:space="preserve"> для рук из расчета 15 мл на смену</w:t>
      </w:r>
      <w:r w:rsidR="005277FE" w:rsidRPr="004703E6">
        <w:t>.</w:t>
      </w:r>
    </w:p>
    <w:p w14:paraId="127B1A3B" w14:textId="7D026EE2" w:rsidR="00C23245" w:rsidRPr="004703E6" w:rsidRDefault="00F235F4" w:rsidP="00801411">
      <w:pPr>
        <w:pStyle w:val="ad"/>
        <w:ind w:firstLine="540"/>
      </w:pPr>
      <w:r w:rsidRPr="004703E6">
        <w:t xml:space="preserve">4. Сотрудники </w:t>
      </w:r>
      <w:r w:rsidR="00AC1918" w:rsidRPr="004703E6">
        <w:t>Исполнителя</w:t>
      </w:r>
      <w:r w:rsidRPr="004703E6">
        <w:t>, не применяющие выданные им СИЗ, необходимые при нахождении в производственных помещениях и на открыты</w:t>
      </w:r>
      <w:r w:rsidR="00FA4F13" w:rsidRPr="004703E6">
        <w:t>х</w:t>
      </w:r>
      <w:r w:rsidRPr="004703E6">
        <w:t xml:space="preserve"> площадк</w:t>
      </w:r>
      <w:r w:rsidR="00FA4F13" w:rsidRPr="004703E6">
        <w:t>ах</w:t>
      </w:r>
      <w:r w:rsidRPr="004703E6">
        <w:t xml:space="preserve"> на предприяти</w:t>
      </w:r>
      <w:r w:rsidR="00FA4F13" w:rsidRPr="004703E6">
        <w:t>я</w:t>
      </w:r>
      <w:r w:rsidRPr="004703E6">
        <w:t xml:space="preserve"> Заказчика, должны </w:t>
      </w:r>
      <w:r w:rsidR="00FA4F13" w:rsidRPr="004703E6">
        <w:t xml:space="preserve">удаляться с территории </w:t>
      </w:r>
      <w:proofErr w:type="gramStart"/>
      <w:r w:rsidR="00FA4F13" w:rsidRPr="004703E6">
        <w:t>предприятия  Заказчика</w:t>
      </w:r>
      <w:proofErr w:type="gramEnd"/>
      <w:r w:rsidRPr="004703E6">
        <w:t xml:space="preserve"> до устранения этого нарушения</w:t>
      </w:r>
    </w:p>
    <w:p w14:paraId="4C88E9D9" w14:textId="19F9264E" w:rsidR="00C23245" w:rsidRPr="004703E6" w:rsidRDefault="00C23245" w:rsidP="00C23245">
      <w:pPr>
        <w:pStyle w:val="ad"/>
        <w:ind w:firstLine="540"/>
      </w:pPr>
      <w:r w:rsidRPr="004703E6">
        <w:t>5.</w:t>
      </w:r>
      <w:r w:rsidRPr="004703E6">
        <w:tab/>
        <w:t xml:space="preserve">За нарушение требований настоящего Соглашения </w:t>
      </w:r>
      <w:r w:rsidR="00AC1918" w:rsidRPr="004703E6">
        <w:t>Исполнитель</w:t>
      </w:r>
      <w:r w:rsidRPr="004703E6">
        <w:t xml:space="preserve"> несет ответственность, предусмотренную действующим законодательством и </w:t>
      </w:r>
      <w:r w:rsidR="00BB1337" w:rsidRPr="004703E6">
        <w:t>настоящим Соглашением.</w:t>
      </w:r>
    </w:p>
    <w:p w14:paraId="3B8017AD" w14:textId="6DF590ED" w:rsidR="00C23245" w:rsidRPr="004703E6" w:rsidRDefault="00C23245" w:rsidP="00C23245">
      <w:pPr>
        <w:pStyle w:val="ad"/>
        <w:ind w:firstLine="540"/>
      </w:pPr>
      <w:r w:rsidRPr="004703E6">
        <w:lastRenderedPageBreak/>
        <w:t xml:space="preserve">6. </w:t>
      </w:r>
      <w:proofErr w:type="gramStart"/>
      <w:r w:rsidR="00AC1918" w:rsidRPr="004703E6">
        <w:t>Исполнитель</w:t>
      </w:r>
      <w:r w:rsidRPr="004703E6">
        <w:t xml:space="preserve">  обязуется</w:t>
      </w:r>
      <w:proofErr w:type="gramEnd"/>
      <w:r w:rsidRPr="004703E6"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4703E6">
        <w:t>10</w:t>
      </w:r>
      <w:r w:rsidRPr="004703E6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55F3A9FB" w:rsidR="00C23245" w:rsidRPr="004703E6" w:rsidRDefault="000D1BA3" w:rsidP="00C23245">
      <w:pPr>
        <w:pStyle w:val="ad"/>
        <w:ind w:firstLine="540"/>
      </w:pPr>
      <w:r w:rsidRPr="004703E6">
        <w:t>7.</w:t>
      </w:r>
      <w:r w:rsidR="00C23245" w:rsidRPr="004703E6">
        <w:tab/>
        <w:t>Заказчик</w:t>
      </w:r>
      <w:r w:rsidR="00ED4F52" w:rsidRPr="004703E6">
        <w:t xml:space="preserve"> </w:t>
      </w:r>
      <w:r w:rsidR="00C23245" w:rsidRPr="004703E6">
        <w:t xml:space="preserve">вправе (но не обязан) взыскать </w:t>
      </w:r>
      <w:proofErr w:type="gramStart"/>
      <w:r w:rsidR="00C23245" w:rsidRPr="004703E6">
        <w:t xml:space="preserve">с </w:t>
      </w:r>
      <w:r w:rsidR="00AC1918" w:rsidRPr="004703E6">
        <w:t xml:space="preserve"> Исполнителя</w:t>
      </w:r>
      <w:proofErr w:type="gramEnd"/>
      <w:r w:rsidR="00C23245" w:rsidRPr="004703E6">
        <w:t xml:space="preserve"> штраф за каждый случай нарушения. </w:t>
      </w:r>
    </w:p>
    <w:p w14:paraId="2CD1DBBB" w14:textId="65CC5CAB" w:rsidR="00C23245" w:rsidRPr="004703E6" w:rsidRDefault="004918C9" w:rsidP="00C23245">
      <w:pPr>
        <w:pStyle w:val="ad"/>
        <w:ind w:firstLine="540"/>
      </w:pPr>
      <w:r w:rsidRPr="004703E6">
        <w:t>8.</w:t>
      </w:r>
      <w:r w:rsidR="00C23245" w:rsidRPr="004703E6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C1918" w:rsidRPr="004703E6">
        <w:t>Исполнителем</w:t>
      </w:r>
      <w:r w:rsidR="00C23245" w:rsidRPr="004703E6">
        <w:t xml:space="preserve"> требований </w:t>
      </w:r>
      <w:r w:rsidR="00BB1337" w:rsidRPr="004703E6">
        <w:t>настоящего Соглашения</w:t>
      </w:r>
      <w:r w:rsidR="00C23245" w:rsidRPr="004703E6">
        <w:t xml:space="preserve"> передает в адрес </w:t>
      </w:r>
      <w:r w:rsidR="00F37D37" w:rsidRPr="004703E6">
        <w:t>Исполнителя</w:t>
      </w:r>
      <w:r w:rsidR="00C23245" w:rsidRPr="004703E6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</w:t>
      </w:r>
      <w:r w:rsidR="00AC1918" w:rsidRPr="004703E6">
        <w:t xml:space="preserve"> Исполнителя</w:t>
      </w:r>
      <w:r w:rsidR="00C23245" w:rsidRPr="004703E6">
        <w:t xml:space="preserve"> в назначенное время и место для составления Протокола о нарушении </w:t>
      </w:r>
      <w:r w:rsidR="00BB1337" w:rsidRPr="004703E6">
        <w:t xml:space="preserve">Соглашения </w:t>
      </w:r>
      <w:r w:rsidR="00C23245" w:rsidRPr="004703E6">
        <w:t>в случае не устранения нарушения по истечении установленного в уведомлении срока.</w:t>
      </w:r>
    </w:p>
    <w:p w14:paraId="09E7541A" w14:textId="2234CEFB" w:rsidR="00C23245" w:rsidRPr="004703E6" w:rsidRDefault="009A4D99" w:rsidP="00C23245">
      <w:pPr>
        <w:pStyle w:val="ad"/>
        <w:ind w:firstLine="540"/>
      </w:pPr>
      <w:r w:rsidRPr="004703E6">
        <w:t>9.</w:t>
      </w:r>
      <w:r w:rsidR="00C23245" w:rsidRPr="004703E6">
        <w:tab/>
        <w:t xml:space="preserve">Уведомление направляется в адрес </w:t>
      </w:r>
      <w:r w:rsidR="00F37D37" w:rsidRPr="004703E6">
        <w:t>Исполнителя</w:t>
      </w:r>
      <w:r w:rsidR="00C23245" w:rsidRPr="004703E6">
        <w:t xml:space="preserve"> телефонограммой либо посредством электронной почты на корпоративный адрес </w:t>
      </w:r>
      <w:r w:rsidR="00F37D37" w:rsidRPr="004703E6">
        <w:t>Исполнителя</w:t>
      </w:r>
      <w:r w:rsidR="00C23245" w:rsidRPr="004703E6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4703E6">
        <w:t>Контрагентом</w:t>
      </w:r>
      <w:r w:rsidR="00C23245" w:rsidRPr="004703E6">
        <w:t xml:space="preserve"> данного уведомления. </w:t>
      </w:r>
    </w:p>
    <w:p w14:paraId="0A9221A5" w14:textId="57E4399D" w:rsidR="00C23245" w:rsidRPr="004703E6" w:rsidRDefault="009A4D99" w:rsidP="00C23245">
      <w:pPr>
        <w:pStyle w:val="ad"/>
        <w:ind w:firstLine="540"/>
      </w:pPr>
      <w:r w:rsidRPr="004703E6">
        <w:t>10</w:t>
      </w:r>
      <w:r w:rsidR="00C23245" w:rsidRPr="004703E6">
        <w:t>.</w:t>
      </w:r>
      <w:r w:rsidR="00C23245" w:rsidRPr="004703E6">
        <w:tab/>
        <w:t xml:space="preserve">Протокол о нарушении требований </w:t>
      </w:r>
      <w:r w:rsidR="00BB1337" w:rsidRPr="004703E6">
        <w:t>Соглашения</w:t>
      </w:r>
      <w:r w:rsidR="00C23245" w:rsidRPr="004703E6">
        <w:t xml:space="preserve"> </w:t>
      </w:r>
      <w:r w:rsidR="00665D70" w:rsidRPr="004703E6">
        <w:t>Исполнителем</w:t>
      </w:r>
      <w:r w:rsidR="00C23245" w:rsidRPr="004703E6">
        <w:t xml:space="preserve"> составляется комиссией с участием представителей </w:t>
      </w:r>
      <w:r w:rsidR="00BB1337" w:rsidRPr="004703E6">
        <w:t>Заказчика</w:t>
      </w:r>
      <w:r w:rsidR="00C23245" w:rsidRPr="004703E6">
        <w:t xml:space="preserve"> и </w:t>
      </w:r>
      <w:r w:rsidR="00F37D37" w:rsidRPr="004703E6">
        <w:t>Исполнителя</w:t>
      </w:r>
      <w:r w:rsidR="00C23245" w:rsidRPr="004703E6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703E6">
        <w:t>Исполнителя</w:t>
      </w:r>
      <w:r w:rsidR="00C23245" w:rsidRPr="004703E6">
        <w:t xml:space="preserve"> от участия в составлении Протокола, в Протоколе делается соответствующая отметка. </w:t>
      </w:r>
    </w:p>
    <w:p w14:paraId="6B3458C6" w14:textId="31F76B44" w:rsidR="00A67268" w:rsidRPr="004703E6" w:rsidRDefault="009A4D99" w:rsidP="009A4D99">
      <w:pPr>
        <w:pStyle w:val="ad"/>
        <w:ind w:firstLine="540"/>
      </w:pPr>
      <w:r w:rsidRPr="004703E6">
        <w:t>11.</w:t>
      </w:r>
      <w:r w:rsidR="00C23245" w:rsidRPr="004703E6">
        <w:tab/>
      </w:r>
      <w:r w:rsidR="00A67268" w:rsidRPr="004703E6">
        <w:t xml:space="preserve">В случае нарушения обязательств </w:t>
      </w:r>
      <w:r w:rsidR="00F37D37" w:rsidRPr="004703E6">
        <w:t>Исполнителем</w:t>
      </w:r>
      <w:r w:rsidR="00A67268" w:rsidRPr="004703E6">
        <w:t xml:space="preserve">, предусмотренных </w:t>
      </w:r>
      <w:r w:rsidR="009A7AF0" w:rsidRPr="004703E6">
        <w:t>условиями</w:t>
      </w:r>
      <w:r w:rsidR="00B92203" w:rsidRPr="004703E6">
        <w:t xml:space="preserve"> </w:t>
      </w:r>
      <w:r w:rsidR="004D1C92" w:rsidRPr="004703E6">
        <w:t xml:space="preserve">настоящего </w:t>
      </w:r>
      <w:proofErr w:type="gramStart"/>
      <w:r w:rsidRPr="004703E6">
        <w:t>С</w:t>
      </w:r>
      <w:r w:rsidR="004D1C92" w:rsidRPr="004703E6">
        <w:t xml:space="preserve">оглашения </w:t>
      </w:r>
      <w:r w:rsidR="00A67268" w:rsidRPr="004703E6">
        <w:t xml:space="preserve"> Заказчик</w:t>
      </w:r>
      <w:proofErr w:type="gramEnd"/>
      <w:r w:rsidR="00A67268" w:rsidRPr="004703E6">
        <w:t xml:space="preserve"> вправе потребовать, а </w:t>
      </w:r>
      <w:r w:rsidR="00F37D37" w:rsidRPr="004703E6">
        <w:t>Исполнитель</w:t>
      </w:r>
      <w:r w:rsidR="00E64114" w:rsidRPr="004703E6">
        <w:t xml:space="preserve"> </w:t>
      </w:r>
      <w:r w:rsidR="00A67268" w:rsidRPr="004703E6">
        <w:t xml:space="preserve"> в этом случае обязуется уплатить штраф в размере </w:t>
      </w:r>
      <w:r w:rsidR="0082342F" w:rsidRPr="004703E6">
        <w:t xml:space="preserve">25 000,00 </w:t>
      </w:r>
      <w:r w:rsidR="00A67268" w:rsidRPr="004703E6">
        <w:t>рублей</w:t>
      </w:r>
      <w:r w:rsidR="009A7AF0" w:rsidRPr="004703E6">
        <w:t xml:space="preserve"> за каждый документально подтвержденный и  зафиксированный путем </w:t>
      </w:r>
      <w:proofErr w:type="spellStart"/>
      <w:r w:rsidR="009A7AF0" w:rsidRPr="004703E6">
        <w:t>фотофиксации</w:t>
      </w:r>
      <w:proofErr w:type="spellEnd"/>
      <w:r w:rsidR="009A7AF0" w:rsidRPr="004703E6">
        <w:t xml:space="preserve"> случай нарушения</w:t>
      </w:r>
      <w:r w:rsidRPr="004703E6">
        <w:t xml:space="preserve"> в 10-дневный срок с момента составления Протокола</w:t>
      </w:r>
      <w:r w:rsidR="00ED4F52" w:rsidRPr="004703E6">
        <w:t>.</w:t>
      </w:r>
    </w:p>
    <w:p w14:paraId="007C2CC9" w14:textId="7C70E5F2" w:rsidR="00A67268" w:rsidRPr="009432A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4703E6">
        <w:t xml:space="preserve">      </w:t>
      </w:r>
      <w:r w:rsidR="00D14925" w:rsidRPr="004703E6">
        <w:t xml:space="preserve">    </w:t>
      </w:r>
      <w:r w:rsidRPr="009432A0">
        <w:t>1</w:t>
      </w:r>
      <w:r w:rsidR="009A4D99" w:rsidRPr="009432A0">
        <w:t>2</w:t>
      </w:r>
      <w:r w:rsidRPr="009432A0">
        <w:t xml:space="preserve">. </w:t>
      </w:r>
      <w:r w:rsidR="00A67268" w:rsidRPr="009432A0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9432A0" w:rsidRDefault="00BF40B2">
      <w:pPr>
        <w:pStyle w:val="ad"/>
        <w:outlineLvl w:val="0"/>
        <w:rPr>
          <w:bCs/>
        </w:rPr>
      </w:pPr>
    </w:p>
    <w:p w14:paraId="62A2C89F" w14:textId="77777777" w:rsidR="00CB2636" w:rsidRDefault="00CB2636" w:rsidP="005846E7">
      <w:pPr>
        <w:pStyle w:val="ad"/>
      </w:pPr>
      <w:r>
        <w:t xml:space="preserve">   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CB2636" w:rsidRPr="00756DBD" w14:paraId="57EABD8E" w14:textId="77777777" w:rsidTr="007601DF">
        <w:trPr>
          <w:trHeight w:val="1408"/>
        </w:trPr>
        <w:tc>
          <w:tcPr>
            <w:tcW w:w="5245" w:type="dxa"/>
          </w:tcPr>
          <w:p w14:paraId="19F75D9F" w14:textId="77777777" w:rsidR="00CB2636" w:rsidRPr="00756DBD" w:rsidRDefault="00CB2636" w:rsidP="007601DF">
            <w:pPr>
              <w:jc w:val="both"/>
            </w:pPr>
            <w:r w:rsidRPr="00756DBD">
              <w:t xml:space="preserve">Заказчик:  </w:t>
            </w:r>
          </w:p>
          <w:p w14:paraId="41CF58C8" w14:textId="77777777" w:rsidR="00CB2636" w:rsidRPr="00756DBD" w:rsidRDefault="00CB2636" w:rsidP="007601DF">
            <w:pPr>
              <w:jc w:val="both"/>
            </w:pPr>
            <w:r w:rsidRPr="00756DBD">
              <w:t>Директор филиала</w:t>
            </w:r>
          </w:p>
          <w:p w14:paraId="4A8DB717" w14:textId="77777777" w:rsidR="00CB2636" w:rsidRPr="00756DBD" w:rsidRDefault="00CB2636" w:rsidP="007601DF">
            <w:pPr>
              <w:jc w:val="both"/>
            </w:pPr>
            <w:r w:rsidRPr="00756DBD">
              <w:t xml:space="preserve">ООО «Байкальская энергетическая </w:t>
            </w:r>
            <w:proofErr w:type="gramStart"/>
            <w:r w:rsidRPr="00756DBD">
              <w:t>компания»  ТЭЦ</w:t>
            </w:r>
            <w:proofErr w:type="gramEnd"/>
            <w:r w:rsidRPr="00756DBD">
              <w:t>-9</w:t>
            </w:r>
          </w:p>
          <w:p w14:paraId="39B5BD4E" w14:textId="77777777" w:rsidR="00CB2636" w:rsidRPr="00756DBD" w:rsidRDefault="00CB2636" w:rsidP="007601DF">
            <w:pPr>
              <w:jc w:val="both"/>
            </w:pPr>
            <w:r w:rsidRPr="00756DBD">
              <w:t xml:space="preserve">________________ </w:t>
            </w:r>
            <w:proofErr w:type="spellStart"/>
            <w:r w:rsidRPr="00756DBD">
              <w:t>Н.А.Бобровников</w:t>
            </w:r>
            <w:proofErr w:type="spellEnd"/>
          </w:p>
          <w:p w14:paraId="0C2C2BE9" w14:textId="77777777" w:rsidR="00CB2636" w:rsidRPr="00756DBD" w:rsidRDefault="00CB2636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  <w:tc>
          <w:tcPr>
            <w:tcW w:w="5103" w:type="dxa"/>
          </w:tcPr>
          <w:p w14:paraId="159D4391" w14:textId="77777777" w:rsidR="00CB2636" w:rsidRPr="00756DBD" w:rsidRDefault="00CB2636" w:rsidP="007601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56DBD">
              <w:t>Исполнитель:</w:t>
            </w:r>
            <w:r w:rsidRPr="00756DBD">
              <w:rPr>
                <w:rFonts w:eastAsia="Calibri"/>
              </w:rPr>
              <w:t xml:space="preserve"> </w:t>
            </w:r>
          </w:p>
          <w:p w14:paraId="565C5146" w14:textId="62701127" w:rsidR="008B6B1D" w:rsidRDefault="008B6B1D" w:rsidP="008B6B1D">
            <w:pPr>
              <w:jc w:val="both"/>
              <w:rPr>
                <w:sz w:val="22"/>
                <w:szCs w:val="22"/>
              </w:rPr>
            </w:pPr>
          </w:p>
          <w:p w14:paraId="004EEE39" w14:textId="77777777" w:rsidR="009F055D" w:rsidRDefault="009F055D" w:rsidP="008B6B1D">
            <w:pPr>
              <w:jc w:val="both"/>
              <w:rPr>
                <w:sz w:val="22"/>
                <w:szCs w:val="22"/>
              </w:rPr>
            </w:pPr>
          </w:p>
          <w:p w14:paraId="2EA6CE76" w14:textId="6A3C9D89" w:rsidR="008B6B1D" w:rsidRDefault="008B6B1D" w:rsidP="008B6B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14:paraId="153CC8A9" w14:textId="77777777" w:rsidR="00CB2636" w:rsidRPr="00756DBD" w:rsidRDefault="00CB2636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</w:tr>
    </w:tbl>
    <w:p w14:paraId="0B33D800" w14:textId="52CB770B" w:rsidR="00C459E9" w:rsidRPr="009432A0" w:rsidRDefault="00CB2636" w:rsidP="005846E7">
      <w:pPr>
        <w:pStyle w:val="ad"/>
      </w:pPr>
      <w:r>
        <w:t xml:space="preserve">         </w:t>
      </w:r>
    </w:p>
    <w:sectPr w:rsidR="00C459E9" w:rsidRPr="009432A0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9E2D7" w14:textId="77777777" w:rsidR="00AB11F6" w:rsidRDefault="00AB11F6">
      <w:r>
        <w:separator/>
      </w:r>
    </w:p>
  </w:endnote>
  <w:endnote w:type="continuationSeparator" w:id="0">
    <w:p w14:paraId="7FEF47C7" w14:textId="77777777" w:rsidR="00AB11F6" w:rsidRDefault="00AB1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D9DBC8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524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C95ED" w14:textId="77777777" w:rsidR="00AB11F6" w:rsidRDefault="00AB11F6">
      <w:r>
        <w:separator/>
      </w:r>
    </w:p>
  </w:footnote>
  <w:footnote w:type="continuationSeparator" w:id="0">
    <w:p w14:paraId="7571B10E" w14:textId="77777777" w:rsidR="00AB11F6" w:rsidRDefault="00AB1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9"/>
    <w:rsid w:val="00017BA8"/>
    <w:rsid w:val="00026CC3"/>
    <w:rsid w:val="00031157"/>
    <w:rsid w:val="00033381"/>
    <w:rsid w:val="00037BC1"/>
    <w:rsid w:val="00053E1C"/>
    <w:rsid w:val="00074CBD"/>
    <w:rsid w:val="000975DD"/>
    <w:rsid w:val="000D1BA3"/>
    <w:rsid w:val="000D4E2F"/>
    <w:rsid w:val="000D6AC1"/>
    <w:rsid w:val="000F244E"/>
    <w:rsid w:val="000F7A52"/>
    <w:rsid w:val="00121D1C"/>
    <w:rsid w:val="001233C4"/>
    <w:rsid w:val="00131D10"/>
    <w:rsid w:val="00141BDC"/>
    <w:rsid w:val="00165C97"/>
    <w:rsid w:val="00176948"/>
    <w:rsid w:val="00192CC2"/>
    <w:rsid w:val="001C1A85"/>
    <w:rsid w:val="001C2F8A"/>
    <w:rsid w:val="001C352D"/>
    <w:rsid w:val="001C7D73"/>
    <w:rsid w:val="001D613E"/>
    <w:rsid w:val="001E50D6"/>
    <w:rsid w:val="001E7424"/>
    <w:rsid w:val="001F0921"/>
    <w:rsid w:val="0020369B"/>
    <w:rsid w:val="00203A41"/>
    <w:rsid w:val="00207A5A"/>
    <w:rsid w:val="00216FE2"/>
    <w:rsid w:val="002246F1"/>
    <w:rsid w:val="00237CA5"/>
    <w:rsid w:val="002421EB"/>
    <w:rsid w:val="00251B68"/>
    <w:rsid w:val="0026125B"/>
    <w:rsid w:val="002612E3"/>
    <w:rsid w:val="00262417"/>
    <w:rsid w:val="00283F96"/>
    <w:rsid w:val="00286B6C"/>
    <w:rsid w:val="002D009C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F3F"/>
    <w:rsid w:val="003B0A56"/>
    <w:rsid w:val="003B0ADC"/>
    <w:rsid w:val="003B0DF0"/>
    <w:rsid w:val="003B7587"/>
    <w:rsid w:val="003C1A8C"/>
    <w:rsid w:val="003E0593"/>
    <w:rsid w:val="003E752C"/>
    <w:rsid w:val="003F394C"/>
    <w:rsid w:val="003F5407"/>
    <w:rsid w:val="00400DB4"/>
    <w:rsid w:val="00401BB2"/>
    <w:rsid w:val="00407719"/>
    <w:rsid w:val="00430D88"/>
    <w:rsid w:val="0044193E"/>
    <w:rsid w:val="00463973"/>
    <w:rsid w:val="004641CB"/>
    <w:rsid w:val="004703E6"/>
    <w:rsid w:val="0047087A"/>
    <w:rsid w:val="00475B65"/>
    <w:rsid w:val="004918C9"/>
    <w:rsid w:val="004A1FF9"/>
    <w:rsid w:val="004A7CDC"/>
    <w:rsid w:val="004B2F32"/>
    <w:rsid w:val="004B5529"/>
    <w:rsid w:val="004D1C92"/>
    <w:rsid w:val="004E1C98"/>
    <w:rsid w:val="004F1D7D"/>
    <w:rsid w:val="00500C5D"/>
    <w:rsid w:val="00510C16"/>
    <w:rsid w:val="00510F40"/>
    <w:rsid w:val="005224EA"/>
    <w:rsid w:val="005257CD"/>
    <w:rsid w:val="005277FE"/>
    <w:rsid w:val="00547423"/>
    <w:rsid w:val="00551C9F"/>
    <w:rsid w:val="0055698A"/>
    <w:rsid w:val="00563A9E"/>
    <w:rsid w:val="00570BAC"/>
    <w:rsid w:val="00573382"/>
    <w:rsid w:val="005846E7"/>
    <w:rsid w:val="00594AD3"/>
    <w:rsid w:val="005B2993"/>
    <w:rsid w:val="005B357D"/>
    <w:rsid w:val="005B6458"/>
    <w:rsid w:val="005C3168"/>
    <w:rsid w:val="005E04E5"/>
    <w:rsid w:val="005F7C67"/>
    <w:rsid w:val="006058A0"/>
    <w:rsid w:val="00607FDB"/>
    <w:rsid w:val="00613321"/>
    <w:rsid w:val="00621646"/>
    <w:rsid w:val="00630059"/>
    <w:rsid w:val="00635ACB"/>
    <w:rsid w:val="00642E2C"/>
    <w:rsid w:val="0066282F"/>
    <w:rsid w:val="00665759"/>
    <w:rsid w:val="00665D70"/>
    <w:rsid w:val="006758E9"/>
    <w:rsid w:val="006835B1"/>
    <w:rsid w:val="006B30BE"/>
    <w:rsid w:val="006C01DE"/>
    <w:rsid w:val="006D0CB0"/>
    <w:rsid w:val="006F036F"/>
    <w:rsid w:val="00722D39"/>
    <w:rsid w:val="00734CCD"/>
    <w:rsid w:val="007447CF"/>
    <w:rsid w:val="00752416"/>
    <w:rsid w:val="007564AD"/>
    <w:rsid w:val="0076730F"/>
    <w:rsid w:val="00773898"/>
    <w:rsid w:val="0077584F"/>
    <w:rsid w:val="00783B62"/>
    <w:rsid w:val="007853A4"/>
    <w:rsid w:val="00790E9D"/>
    <w:rsid w:val="007A359B"/>
    <w:rsid w:val="007A4482"/>
    <w:rsid w:val="007B2553"/>
    <w:rsid w:val="007B643E"/>
    <w:rsid w:val="007C46D4"/>
    <w:rsid w:val="007E0F7B"/>
    <w:rsid w:val="007E21D1"/>
    <w:rsid w:val="007E6628"/>
    <w:rsid w:val="007E76D6"/>
    <w:rsid w:val="007F508A"/>
    <w:rsid w:val="00801411"/>
    <w:rsid w:val="008112FD"/>
    <w:rsid w:val="0081336C"/>
    <w:rsid w:val="00815070"/>
    <w:rsid w:val="00823325"/>
    <w:rsid w:val="0082342F"/>
    <w:rsid w:val="00824BD4"/>
    <w:rsid w:val="00824ED5"/>
    <w:rsid w:val="00827A93"/>
    <w:rsid w:val="0083464F"/>
    <w:rsid w:val="00837150"/>
    <w:rsid w:val="00851E72"/>
    <w:rsid w:val="00865A12"/>
    <w:rsid w:val="008735E1"/>
    <w:rsid w:val="00880DC5"/>
    <w:rsid w:val="0089394D"/>
    <w:rsid w:val="0089491A"/>
    <w:rsid w:val="00896965"/>
    <w:rsid w:val="008B0E17"/>
    <w:rsid w:val="008B6B1D"/>
    <w:rsid w:val="008B775A"/>
    <w:rsid w:val="008C5154"/>
    <w:rsid w:val="008C7DD0"/>
    <w:rsid w:val="008F204B"/>
    <w:rsid w:val="008F651C"/>
    <w:rsid w:val="009201F5"/>
    <w:rsid w:val="00925A8A"/>
    <w:rsid w:val="0094034B"/>
    <w:rsid w:val="009432A0"/>
    <w:rsid w:val="009475B0"/>
    <w:rsid w:val="00947BCC"/>
    <w:rsid w:val="00953FF5"/>
    <w:rsid w:val="0096351F"/>
    <w:rsid w:val="00964B03"/>
    <w:rsid w:val="00973693"/>
    <w:rsid w:val="00992000"/>
    <w:rsid w:val="009979E5"/>
    <w:rsid w:val="009A4D99"/>
    <w:rsid w:val="009A7AF0"/>
    <w:rsid w:val="009B2191"/>
    <w:rsid w:val="009B4881"/>
    <w:rsid w:val="009B7AF0"/>
    <w:rsid w:val="009C127E"/>
    <w:rsid w:val="009D66D1"/>
    <w:rsid w:val="009F055D"/>
    <w:rsid w:val="00A04004"/>
    <w:rsid w:val="00A236E4"/>
    <w:rsid w:val="00A67268"/>
    <w:rsid w:val="00A84E79"/>
    <w:rsid w:val="00A86BEC"/>
    <w:rsid w:val="00A92AFD"/>
    <w:rsid w:val="00AA0690"/>
    <w:rsid w:val="00AA0F10"/>
    <w:rsid w:val="00AB0873"/>
    <w:rsid w:val="00AB11F6"/>
    <w:rsid w:val="00AB4246"/>
    <w:rsid w:val="00AC1918"/>
    <w:rsid w:val="00AD28CD"/>
    <w:rsid w:val="00AD596E"/>
    <w:rsid w:val="00AF7137"/>
    <w:rsid w:val="00B00A45"/>
    <w:rsid w:val="00B02B24"/>
    <w:rsid w:val="00B377CC"/>
    <w:rsid w:val="00B42C2C"/>
    <w:rsid w:val="00B531DB"/>
    <w:rsid w:val="00B71342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2EEB"/>
    <w:rsid w:val="00C23245"/>
    <w:rsid w:val="00C37F30"/>
    <w:rsid w:val="00C4099F"/>
    <w:rsid w:val="00C451F5"/>
    <w:rsid w:val="00C459E9"/>
    <w:rsid w:val="00C95FF2"/>
    <w:rsid w:val="00CB2636"/>
    <w:rsid w:val="00CB2DE3"/>
    <w:rsid w:val="00CC16FE"/>
    <w:rsid w:val="00CD34CA"/>
    <w:rsid w:val="00CF24EE"/>
    <w:rsid w:val="00CF7EC5"/>
    <w:rsid w:val="00D14925"/>
    <w:rsid w:val="00D20DF9"/>
    <w:rsid w:val="00D24B25"/>
    <w:rsid w:val="00D5565A"/>
    <w:rsid w:val="00D921C5"/>
    <w:rsid w:val="00DA6291"/>
    <w:rsid w:val="00DB5EDB"/>
    <w:rsid w:val="00DC1024"/>
    <w:rsid w:val="00E064D8"/>
    <w:rsid w:val="00E17D42"/>
    <w:rsid w:val="00E37948"/>
    <w:rsid w:val="00E42314"/>
    <w:rsid w:val="00E4365B"/>
    <w:rsid w:val="00E4542F"/>
    <w:rsid w:val="00E45BED"/>
    <w:rsid w:val="00E46591"/>
    <w:rsid w:val="00E57762"/>
    <w:rsid w:val="00E64114"/>
    <w:rsid w:val="00E7434B"/>
    <w:rsid w:val="00E81608"/>
    <w:rsid w:val="00EB1CEE"/>
    <w:rsid w:val="00EB4ED2"/>
    <w:rsid w:val="00EC307C"/>
    <w:rsid w:val="00ED3C54"/>
    <w:rsid w:val="00ED4F52"/>
    <w:rsid w:val="00EE33FE"/>
    <w:rsid w:val="00EE65BB"/>
    <w:rsid w:val="00F235F4"/>
    <w:rsid w:val="00F24D6C"/>
    <w:rsid w:val="00F35673"/>
    <w:rsid w:val="00F37D37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1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0310166-1EA8-457F-841D-85E04F82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59</cp:revision>
  <cp:lastPrinted>2019-03-22T01:16:00Z</cp:lastPrinted>
  <dcterms:created xsi:type="dcterms:W3CDTF">2020-08-28T02:24:00Z</dcterms:created>
  <dcterms:modified xsi:type="dcterms:W3CDTF">2022-11-21T23:43:00Z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